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9BC" w:rsidRPr="00382976" w:rsidRDefault="009829BC" w:rsidP="00382976">
      <w:pPr>
        <w:rPr>
          <w:rFonts w:ascii="Arial" w:hAnsi="Arial" w:cs="Arial"/>
        </w:rPr>
      </w:pPr>
      <w:r w:rsidRPr="00382976">
        <w:rPr>
          <w:rFonts w:ascii="Arial" w:hAnsi="Arial" w:cs="Arial"/>
        </w:rPr>
        <w:t>АДМИНИСТРАЦИЯ СУХОБУЗИМСКОГО РАЙОНА</w:t>
      </w:r>
    </w:p>
    <w:p w:rsidR="009829BC" w:rsidRPr="00382976" w:rsidRDefault="009829BC" w:rsidP="00382976">
      <w:pPr>
        <w:rPr>
          <w:rFonts w:ascii="Arial" w:hAnsi="Arial" w:cs="Arial"/>
        </w:rPr>
      </w:pPr>
      <w:r w:rsidRPr="00382976">
        <w:rPr>
          <w:rFonts w:ascii="Arial" w:hAnsi="Arial" w:cs="Arial"/>
        </w:rPr>
        <w:t>КРАСНОЯРСКОГО КРАЯ</w:t>
      </w:r>
    </w:p>
    <w:p w:rsidR="009829BC" w:rsidRPr="00382976" w:rsidRDefault="009829BC" w:rsidP="00382976">
      <w:pPr>
        <w:jc w:val="center"/>
        <w:rPr>
          <w:rFonts w:ascii="Arial" w:hAnsi="Arial" w:cs="Arial"/>
        </w:rPr>
      </w:pPr>
    </w:p>
    <w:p w:rsidR="009829BC" w:rsidRPr="00382976" w:rsidRDefault="009829BC" w:rsidP="00382976">
      <w:pPr>
        <w:rPr>
          <w:rFonts w:ascii="Arial" w:hAnsi="Arial" w:cs="Arial"/>
        </w:rPr>
      </w:pPr>
      <w:r w:rsidRPr="00382976">
        <w:rPr>
          <w:rFonts w:ascii="Arial" w:hAnsi="Arial" w:cs="Arial"/>
        </w:rPr>
        <w:t>ПОСТАНОВЛЕНИЕ</w:t>
      </w:r>
    </w:p>
    <w:p w:rsidR="009829BC" w:rsidRPr="00382976" w:rsidRDefault="009829BC" w:rsidP="00382976">
      <w:pPr>
        <w:rPr>
          <w:rFonts w:ascii="Arial" w:hAnsi="Arial" w:cs="Arial"/>
        </w:rPr>
      </w:pPr>
    </w:p>
    <w:p w:rsidR="009829BC" w:rsidRPr="00382976" w:rsidRDefault="009829BC" w:rsidP="00382976">
      <w:pPr>
        <w:rPr>
          <w:rFonts w:ascii="Arial" w:hAnsi="Arial" w:cs="Arial"/>
          <w:u w:val="single"/>
        </w:rPr>
      </w:pPr>
      <w:r w:rsidRPr="00382976">
        <w:rPr>
          <w:rFonts w:ascii="Arial" w:hAnsi="Arial" w:cs="Arial"/>
        </w:rPr>
        <w:t>17.01.2017 с. Сухобузимское № 07-п</w:t>
      </w:r>
      <w:r>
        <w:rPr>
          <w:rFonts w:ascii="Arial" w:hAnsi="Arial" w:cs="Arial"/>
        </w:rPr>
        <w:t xml:space="preserve">     </w:t>
      </w:r>
    </w:p>
    <w:p w:rsidR="009829BC" w:rsidRPr="00382976" w:rsidRDefault="009829BC" w:rsidP="00382976">
      <w:pPr>
        <w:jc w:val="center"/>
        <w:rPr>
          <w:rFonts w:ascii="Arial" w:hAnsi="Arial" w:cs="Arial"/>
        </w:rPr>
      </w:pPr>
    </w:p>
    <w:p w:rsidR="009829BC" w:rsidRPr="00382976" w:rsidRDefault="009829BC" w:rsidP="00382976">
      <w:pPr>
        <w:jc w:val="both"/>
        <w:rPr>
          <w:rFonts w:ascii="Arial" w:hAnsi="Arial" w:cs="Arial"/>
          <w:bCs/>
        </w:rPr>
      </w:pPr>
      <w:r w:rsidRPr="00382976">
        <w:rPr>
          <w:rFonts w:ascii="Arial" w:hAnsi="Arial" w:cs="Arial"/>
        </w:rPr>
        <w:t>О внесении изменения в постановление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администрации Сухобузимского района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от 15.04.2010 № 118-п «Об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антинаркотической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комиссии Сухобузимского района»</w:t>
      </w:r>
    </w:p>
    <w:p w:rsidR="009829BC" w:rsidRPr="00382976" w:rsidRDefault="009829BC" w:rsidP="00382976">
      <w:pPr>
        <w:autoSpaceDE w:val="0"/>
        <w:jc w:val="center"/>
        <w:rPr>
          <w:rFonts w:ascii="Arial" w:hAnsi="Arial" w:cs="Arial"/>
        </w:rPr>
      </w:pPr>
    </w:p>
    <w:p w:rsidR="009829BC" w:rsidRPr="00382976" w:rsidRDefault="009829BC" w:rsidP="00382976">
      <w:pPr>
        <w:ind w:firstLine="709"/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В связи с кадровыми перестановками, руководствуясь ст. 42 Устава Сухобузимского района</w:t>
      </w:r>
      <w:r>
        <w:rPr>
          <w:rFonts w:ascii="Arial" w:hAnsi="Arial" w:cs="Arial"/>
        </w:rPr>
        <w:t>,</w:t>
      </w:r>
      <w:r w:rsidRPr="00382976">
        <w:rPr>
          <w:rFonts w:ascii="Arial" w:hAnsi="Arial" w:cs="Arial"/>
        </w:rPr>
        <w:t xml:space="preserve"> ПОСТАНОВЛЯЮ:</w:t>
      </w:r>
    </w:p>
    <w:p w:rsidR="009829BC" w:rsidRPr="00382976" w:rsidRDefault="009829BC" w:rsidP="0038297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  <w:bCs/>
        </w:rPr>
      </w:pPr>
      <w:r w:rsidRPr="00382976">
        <w:rPr>
          <w:rFonts w:ascii="Arial" w:hAnsi="Arial" w:cs="Arial"/>
        </w:rPr>
        <w:t>Внести в постановление администрации Сухобузимского района от 15.04 2010 №118-п «Об антинаркотической комиссии Сухобузимского района» следующее изменен</w:t>
      </w:r>
      <w:r>
        <w:rPr>
          <w:rFonts w:ascii="Arial" w:hAnsi="Arial" w:cs="Arial"/>
        </w:rPr>
        <w:t>и</w:t>
      </w:r>
      <w:r w:rsidRPr="00382976">
        <w:rPr>
          <w:rFonts w:ascii="Arial" w:hAnsi="Arial" w:cs="Arial"/>
        </w:rPr>
        <w:t>я</w:t>
      </w:r>
      <w:r w:rsidRPr="00382976">
        <w:rPr>
          <w:rFonts w:ascii="Arial" w:hAnsi="Arial" w:cs="Arial"/>
          <w:bCs/>
        </w:rPr>
        <w:t>:</w:t>
      </w:r>
    </w:p>
    <w:p w:rsidR="009829BC" w:rsidRPr="00382976" w:rsidRDefault="009829BC" w:rsidP="00382976">
      <w:pPr>
        <w:numPr>
          <w:ilvl w:val="1"/>
          <w:numId w:val="1"/>
        </w:numPr>
        <w:ind w:left="0" w:firstLine="709"/>
        <w:jc w:val="both"/>
        <w:rPr>
          <w:rFonts w:ascii="Arial" w:hAnsi="Arial" w:cs="Arial"/>
          <w:bCs/>
        </w:rPr>
      </w:pPr>
      <w:r w:rsidRPr="00382976">
        <w:rPr>
          <w:rFonts w:ascii="Arial" w:hAnsi="Arial" w:cs="Arial"/>
          <w:bCs/>
        </w:rPr>
        <w:t>Приложение №</w:t>
      </w:r>
      <w:r>
        <w:rPr>
          <w:rFonts w:ascii="Arial" w:hAnsi="Arial" w:cs="Arial"/>
          <w:bCs/>
        </w:rPr>
        <w:t xml:space="preserve"> </w:t>
      </w:r>
      <w:r w:rsidRPr="00382976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 </w:t>
      </w:r>
      <w:r w:rsidRPr="00382976">
        <w:rPr>
          <w:rFonts w:ascii="Arial" w:hAnsi="Arial" w:cs="Arial"/>
          <w:bCs/>
        </w:rPr>
        <w:t>к постановлению изложить в новой редакции согласно приложению к настоящему постановлению.</w:t>
      </w:r>
    </w:p>
    <w:p w:rsidR="009829BC" w:rsidRPr="00382976" w:rsidRDefault="009829BC" w:rsidP="0038297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382976">
        <w:rPr>
          <w:rFonts w:ascii="Arial" w:hAnsi="Arial" w:cs="Arial"/>
          <w:bCs/>
        </w:rPr>
        <w:t>Контроль за исполнением настоящего постановления оставляю за собой.</w:t>
      </w:r>
    </w:p>
    <w:p w:rsidR="009829BC" w:rsidRPr="00382976" w:rsidRDefault="009829BC" w:rsidP="00382976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382976">
        <w:rPr>
          <w:rFonts w:ascii="Arial" w:hAnsi="Arial" w:cs="Arial"/>
          <w:bCs/>
        </w:rPr>
        <w:t>Настоящее постановление вступает в силу в день, следующий за днем его официального опубликования.</w:t>
      </w:r>
      <w:r>
        <w:rPr>
          <w:rFonts w:ascii="Arial" w:hAnsi="Arial" w:cs="Arial"/>
          <w:bCs/>
        </w:rPr>
        <w:t xml:space="preserve"> </w:t>
      </w:r>
    </w:p>
    <w:p w:rsidR="009829BC" w:rsidRPr="00382976" w:rsidRDefault="009829BC" w:rsidP="00382976">
      <w:pPr>
        <w:jc w:val="both"/>
        <w:rPr>
          <w:rFonts w:ascii="Arial" w:hAnsi="Arial" w:cs="Arial"/>
        </w:rPr>
      </w:pPr>
    </w:p>
    <w:p w:rsidR="009829BC" w:rsidRPr="00382976" w:rsidRDefault="009829BC" w:rsidP="00382976">
      <w:pPr>
        <w:jc w:val="both"/>
        <w:rPr>
          <w:rFonts w:ascii="Arial" w:hAnsi="Arial" w:cs="Arial"/>
        </w:rPr>
      </w:pPr>
    </w:p>
    <w:p w:rsidR="009829BC" w:rsidRPr="00382976" w:rsidRDefault="009829BC" w:rsidP="003829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Главы района </w:t>
      </w:r>
      <w:r w:rsidRPr="00382976">
        <w:rPr>
          <w:rFonts w:ascii="Arial" w:hAnsi="Arial" w:cs="Arial"/>
        </w:rPr>
        <w:t>В.П. Влиско</w:t>
      </w:r>
    </w:p>
    <w:p w:rsidR="009829BC" w:rsidRPr="00382976" w:rsidRDefault="009829BC" w:rsidP="00C948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 xml:space="preserve"> </w:t>
      </w:r>
    </w:p>
    <w:p w:rsidR="009829BC" w:rsidRPr="00382976" w:rsidRDefault="009829BC" w:rsidP="00C94898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Default="009829BC">
      <w:pPr>
        <w:rPr>
          <w:rFonts w:ascii="Arial" w:hAnsi="Arial" w:cs="Arial"/>
        </w:rPr>
      </w:pPr>
    </w:p>
    <w:p w:rsidR="009829BC" w:rsidRDefault="009829BC">
      <w:pPr>
        <w:rPr>
          <w:rFonts w:ascii="Arial" w:hAnsi="Arial" w:cs="Arial"/>
        </w:rPr>
      </w:pPr>
    </w:p>
    <w:p w:rsidR="009829BC" w:rsidRDefault="009829BC">
      <w:pPr>
        <w:rPr>
          <w:rFonts w:ascii="Arial" w:hAnsi="Arial" w:cs="Arial"/>
        </w:rPr>
      </w:pPr>
    </w:p>
    <w:p w:rsidR="009829BC" w:rsidRDefault="009829BC">
      <w:pPr>
        <w:rPr>
          <w:rFonts w:ascii="Arial" w:hAnsi="Arial" w:cs="Arial"/>
        </w:rPr>
      </w:pPr>
    </w:p>
    <w:p w:rsidR="009829BC" w:rsidRDefault="009829BC">
      <w:pPr>
        <w:rPr>
          <w:rFonts w:ascii="Arial" w:hAnsi="Arial" w:cs="Arial"/>
        </w:rPr>
      </w:pPr>
    </w:p>
    <w:p w:rsidR="009829BC" w:rsidRDefault="009829BC">
      <w:pPr>
        <w:rPr>
          <w:rFonts w:ascii="Arial" w:hAnsi="Arial" w:cs="Arial"/>
        </w:rPr>
      </w:pPr>
    </w:p>
    <w:p w:rsidR="009829BC" w:rsidRDefault="009829BC">
      <w:pPr>
        <w:rPr>
          <w:rFonts w:ascii="Arial" w:hAnsi="Arial" w:cs="Arial"/>
        </w:rPr>
      </w:pPr>
    </w:p>
    <w:p w:rsidR="009829BC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>
      <w:pPr>
        <w:rPr>
          <w:rFonts w:ascii="Arial" w:hAnsi="Arial" w:cs="Arial"/>
        </w:rPr>
      </w:pPr>
    </w:p>
    <w:p w:rsidR="009829BC" w:rsidRPr="00382976" w:rsidRDefault="009829BC" w:rsidP="00382976">
      <w:pPr>
        <w:ind w:left="4956" w:firstLine="708"/>
        <w:jc w:val="right"/>
        <w:rPr>
          <w:rFonts w:ascii="Arial" w:hAnsi="Arial" w:cs="Arial"/>
        </w:rPr>
      </w:pPr>
      <w:r w:rsidRPr="00382976">
        <w:rPr>
          <w:rFonts w:ascii="Arial" w:hAnsi="Arial" w:cs="Arial"/>
        </w:rPr>
        <w:t>Приложение</w:t>
      </w:r>
    </w:p>
    <w:p w:rsidR="009829BC" w:rsidRDefault="009829BC" w:rsidP="00382976">
      <w:pPr>
        <w:jc w:val="right"/>
        <w:rPr>
          <w:rFonts w:ascii="Arial" w:hAnsi="Arial" w:cs="Arial"/>
        </w:rPr>
      </w:pPr>
      <w:r w:rsidRPr="00382976">
        <w:rPr>
          <w:rFonts w:ascii="Arial" w:hAnsi="Arial" w:cs="Arial"/>
        </w:rPr>
        <w:t>к постановлению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администрации</w:t>
      </w:r>
      <w:r>
        <w:rPr>
          <w:rFonts w:ascii="Arial" w:hAnsi="Arial" w:cs="Arial"/>
        </w:rPr>
        <w:t xml:space="preserve"> района </w:t>
      </w:r>
    </w:p>
    <w:p w:rsidR="009829BC" w:rsidRPr="00382976" w:rsidRDefault="009829BC" w:rsidP="003829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17.01.2017 № </w:t>
      </w:r>
      <w:r w:rsidRPr="00382976">
        <w:rPr>
          <w:rFonts w:ascii="Arial" w:hAnsi="Arial" w:cs="Arial"/>
        </w:rPr>
        <w:t>07-п</w:t>
      </w:r>
    </w:p>
    <w:p w:rsidR="009829BC" w:rsidRPr="00382976" w:rsidRDefault="009829BC" w:rsidP="003829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382976">
        <w:rPr>
          <w:rFonts w:ascii="Arial" w:hAnsi="Arial" w:cs="Arial"/>
        </w:rPr>
        <w:t xml:space="preserve"> </w:t>
      </w:r>
    </w:p>
    <w:p w:rsidR="009829BC" w:rsidRPr="00382976" w:rsidRDefault="009829BC" w:rsidP="003829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382976">
        <w:rPr>
          <w:rFonts w:ascii="Arial" w:hAnsi="Arial" w:cs="Arial"/>
        </w:rPr>
        <w:t>Приложение № 2</w:t>
      </w:r>
    </w:p>
    <w:p w:rsidR="009829BC" w:rsidRPr="00382976" w:rsidRDefault="009829BC" w:rsidP="003829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382976">
        <w:rPr>
          <w:rFonts w:ascii="Arial" w:hAnsi="Arial" w:cs="Arial"/>
        </w:rPr>
        <w:t>к постановлению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администрации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района</w:t>
      </w:r>
    </w:p>
    <w:p w:rsidR="009829BC" w:rsidRPr="00382976" w:rsidRDefault="009829BC" w:rsidP="003829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382976">
        <w:rPr>
          <w:rFonts w:ascii="Arial" w:hAnsi="Arial" w:cs="Arial"/>
        </w:rPr>
        <w:t xml:space="preserve">№ 118-п от 15.04.2010 </w:t>
      </w:r>
    </w:p>
    <w:p w:rsidR="009829BC" w:rsidRPr="00382976" w:rsidRDefault="009829BC" w:rsidP="00382976">
      <w:pPr>
        <w:jc w:val="right"/>
        <w:rPr>
          <w:rFonts w:ascii="Arial" w:hAnsi="Arial" w:cs="Arial"/>
        </w:rPr>
      </w:pPr>
    </w:p>
    <w:p w:rsidR="009829BC" w:rsidRPr="00382976" w:rsidRDefault="009829BC" w:rsidP="009960DA">
      <w:pPr>
        <w:jc w:val="center"/>
        <w:rPr>
          <w:rFonts w:ascii="Arial" w:hAnsi="Arial" w:cs="Arial"/>
        </w:rPr>
      </w:pPr>
      <w:r w:rsidRPr="00382976">
        <w:rPr>
          <w:rFonts w:ascii="Arial" w:hAnsi="Arial" w:cs="Arial"/>
        </w:rPr>
        <w:t>СОСТАВ</w:t>
      </w:r>
    </w:p>
    <w:p w:rsidR="009829BC" w:rsidRPr="00382976" w:rsidRDefault="009829BC" w:rsidP="009960DA">
      <w:pPr>
        <w:jc w:val="center"/>
        <w:rPr>
          <w:rFonts w:ascii="Arial" w:hAnsi="Arial" w:cs="Arial"/>
        </w:rPr>
      </w:pPr>
      <w:r w:rsidRPr="00382976">
        <w:rPr>
          <w:rFonts w:ascii="Arial" w:hAnsi="Arial" w:cs="Arial"/>
        </w:rPr>
        <w:t>районной антинаркотической комиссии</w:t>
      </w:r>
    </w:p>
    <w:p w:rsidR="009829BC" w:rsidRPr="00382976" w:rsidRDefault="009829BC" w:rsidP="009960DA">
      <w:pPr>
        <w:jc w:val="center"/>
        <w:rPr>
          <w:rFonts w:ascii="Arial" w:hAnsi="Arial" w:cs="Arial"/>
          <w:b/>
        </w:rPr>
      </w:pPr>
    </w:p>
    <w:p w:rsidR="009829BC" w:rsidRPr="00382976" w:rsidRDefault="009829BC" w:rsidP="009960DA">
      <w:pPr>
        <w:rPr>
          <w:rFonts w:ascii="Arial" w:hAnsi="Arial" w:cs="Arial"/>
        </w:rPr>
      </w:pPr>
      <w:r w:rsidRPr="00382976">
        <w:rPr>
          <w:rFonts w:ascii="Arial" w:hAnsi="Arial" w:cs="Arial"/>
        </w:rPr>
        <w:t>Влиско В.П. -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председатель комиссии, глава Сухобузимского района</w:t>
      </w:r>
    </w:p>
    <w:p w:rsidR="009829BC" w:rsidRPr="00382976" w:rsidRDefault="009829BC" w:rsidP="009960DA">
      <w:pPr>
        <w:rPr>
          <w:rFonts w:ascii="Arial" w:hAnsi="Arial" w:cs="Arial"/>
        </w:rPr>
      </w:pPr>
      <w:r w:rsidRPr="00382976">
        <w:rPr>
          <w:rFonts w:ascii="Arial" w:hAnsi="Arial" w:cs="Arial"/>
        </w:rPr>
        <w:t>Заместитель председателя комиссии, начальник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Сухобузимского отдела полиции МО МВД России «Емельяновский» (по согласованию);</w:t>
      </w:r>
    </w:p>
    <w:p w:rsidR="009829BC" w:rsidRPr="00382976" w:rsidRDefault="009829BC" w:rsidP="009960DA">
      <w:pPr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Сизых Л.В. -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секретарь комиссии, специалист 1 категории по муниципальному контролю, охране труда и экологии администрации Сухобузимского района.</w:t>
      </w:r>
    </w:p>
    <w:p w:rsidR="009829BC" w:rsidRPr="00382976" w:rsidRDefault="009829BC" w:rsidP="009960DA">
      <w:pPr>
        <w:jc w:val="center"/>
        <w:rPr>
          <w:rFonts w:ascii="Arial" w:hAnsi="Arial" w:cs="Arial"/>
          <w:b/>
        </w:rPr>
      </w:pPr>
    </w:p>
    <w:p w:rsidR="009829BC" w:rsidRPr="00382976" w:rsidRDefault="009829BC" w:rsidP="009960DA">
      <w:pPr>
        <w:jc w:val="center"/>
        <w:rPr>
          <w:rFonts w:ascii="Arial" w:hAnsi="Arial" w:cs="Arial"/>
        </w:rPr>
      </w:pPr>
      <w:r w:rsidRPr="00382976">
        <w:rPr>
          <w:rFonts w:ascii="Arial" w:hAnsi="Arial" w:cs="Arial"/>
        </w:rPr>
        <w:t>Члены комиссии:</w:t>
      </w:r>
    </w:p>
    <w:p w:rsidR="009829BC" w:rsidRPr="00382976" w:rsidRDefault="009829BC" w:rsidP="009960DA">
      <w:pPr>
        <w:numPr>
          <w:ilvl w:val="0"/>
          <w:numId w:val="2"/>
        </w:numPr>
        <w:suppressAutoHyphens w:val="0"/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Алпацкий А В. – первый заместитель главы района по взаимодействию с территориями;</w:t>
      </w:r>
    </w:p>
    <w:p w:rsidR="009829BC" w:rsidRPr="00382976" w:rsidRDefault="009829BC" w:rsidP="009960D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Ахмадеева Н.А. – заместитель главы района по социальным вопросам;</w:t>
      </w:r>
    </w:p>
    <w:p w:rsidR="009829BC" w:rsidRPr="00382976" w:rsidRDefault="009829BC" w:rsidP="009960D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Шпирук Юрий Дмитриевич –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заместитель главы района по сельскому хозяйству, начальник отдела сельского хозяйства администрации Сухобузимского района ;</w:t>
      </w:r>
    </w:p>
    <w:p w:rsidR="009829BC" w:rsidRPr="00382976" w:rsidRDefault="009829BC" w:rsidP="009960D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Белоусова Ю.Б. – главный врач КГБУЗ «Сухобузимская РБ»;</w:t>
      </w:r>
    </w:p>
    <w:p w:rsidR="009829BC" w:rsidRPr="00382976" w:rsidRDefault="009829BC" w:rsidP="009960D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Носова С.Б. – руководитель УСЗН администрации района;</w:t>
      </w:r>
    </w:p>
    <w:p w:rsidR="009829BC" w:rsidRPr="00382976" w:rsidRDefault="009829BC" w:rsidP="009960D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Нуштаева М.В. – руководитель управления образования;</w:t>
      </w:r>
    </w:p>
    <w:p w:rsidR="009829BC" w:rsidRPr="00382976" w:rsidRDefault="009829BC" w:rsidP="009960D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Тарасова Н.В. – секретарь комиссии по делам несовершеннолетних и защите их прав;</w:t>
      </w:r>
    </w:p>
    <w:p w:rsidR="009829BC" w:rsidRPr="00382976" w:rsidRDefault="009829BC" w:rsidP="009960D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Демидюк А.С. – заместитель главы района по туризму, культуре, спорту и молодежной политики,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начальник отдела культуры администрации;</w:t>
      </w:r>
    </w:p>
    <w:p w:rsidR="009829BC" w:rsidRPr="00382976" w:rsidRDefault="009829BC" w:rsidP="009960D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>Шабурова Ю.В. – ведущий специалист по вопросам</w:t>
      </w:r>
      <w:r>
        <w:rPr>
          <w:rFonts w:ascii="Arial" w:hAnsi="Arial" w:cs="Arial"/>
        </w:rPr>
        <w:t xml:space="preserve"> </w:t>
      </w:r>
      <w:r w:rsidRPr="00382976">
        <w:rPr>
          <w:rFonts w:ascii="Arial" w:hAnsi="Arial" w:cs="Arial"/>
        </w:rPr>
        <w:t>молодёжной</w:t>
      </w:r>
      <w:r w:rsidRPr="00382976">
        <w:rPr>
          <w:rFonts w:ascii="Arial" w:hAnsi="Arial" w:cs="Arial"/>
        </w:rPr>
        <w:tab/>
        <w:t xml:space="preserve"> политики отдела культуры администрации района;</w:t>
      </w:r>
    </w:p>
    <w:p w:rsidR="009829BC" w:rsidRPr="00382976" w:rsidRDefault="009829BC" w:rsidP="009960DA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382976">
        <w:rPr>
          <w:rFonts w:ascii="Arial" w:hAnsi="Arial" w:cs="Arial"/>
        </w:rPr>
        <w:t xml:space="preserve"> Пелисова А.Д. – фельдшер-нарколог КГБУЗ «Сухобузимская РБ»;</w:t>
      </w:r>
    </w:p>
    <w:p w:rsidR="009829BC" w:rsidRPr="00382976" w:rsidRDefault="009829BC" w:rsidP="009960DA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82976">
        <w:rPr>
          <w:rFonts w:ascii="Arial" w:hAnsi="Arial" w:cs="Arial"/>
          <w:sz w:val="24"/>
          <w:szCs w:val="24"/>
        </w:rPr>
        <w:t xml:space="preserve"> Седова Анна Александровна – заместитель директора МБУ «КЦСОН» Сухобузимского района;</w:t>
      </w:r>
    </w:p>
    <w:p w:rsidR="009829BC" w:rsidRPr="00382976" w:rsidRDefault="009829BC" w:rsidP="009960DA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2976">
        <w:rPr>
          <w:rFonts w:ascii="Arial" w:hAnsi="Arial" w:cs="Arial"/>
          <w:sz w:val="24"/>
          <w:szCs w:val="24"/>
        </w:rPr>
        <w:t xml:space="preserve"> Санникова Наталья Николаевна</w:t>
      </w:r>
      <w:r>
        <w:rPr>
          <w:rFonts w:ascii="Arial" w:hAnsi="Arial" w:cs="Arial"/>
          <w:sz w:val="24"/>
          <w:szCs w:val="24"/>
        </w:rPr>
        <w:t xml:space="preserve"> </w:t>
      </w:r>
      <w:r w:rsidRPr="00382976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382976">
        <w:rPr>
          <w:rFonts w:ascii="Arial" w:hAnsi="Arial" w:cs="Arial"/>
          <w:sz w:val="24"/>
          <w:szCs w:val="24"/>
        </w:rPr>
        <w:t>заведующая отделения профилактики КСБУСО «Центр социальной помощи семьи и детям «Сухобузимсмский»;</w:t>
      </w:r>
    </w:p>
    <w:p w:rsidR="009829BC" w:rsidRPr="00382976" w:rsidRDefault="009829BC" w:rsidP="009960DA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2976">
        <w:rPr>
          <w:rFonts w:ascii="Arial" w:hAnsi="Arial" w:cs="Arial"/>
          <w:sz w:val="24"/>
          <w:szCs w:val="24"/>
        </w:rPr>
        <w:t xml:space="preserve"> Гердт Александра Юрьевна – заведующая отделением патронажа;</w:t>
      </w:r>
    </w:p>
    <w:p w:rsidR="009829BC" w:rsidRPr="00382976" w:rsidRDefault="009829BC" w:rsidP="009960DA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382976">
        <w:rPr>
          <w:rFonts w:ascii="Arial" w:hAnsi="Arial" w:cs="Arial"/>
          <w:sz w:val="24"/>
          <w:szCs w:val="24"/>
        </w:rPr>
        <w:t xml:space="preserve"> Алимцева Танзиля Асхатовна – заведующая отделения реабилитации стационара.</w:t>
      </w:r>
    </w:p>
    <w:p w:rsidR="009829BC" w:rsidRPr="00382976" w:rsidRDefault="009829BC">
      <w:pPr>
        <w:rPr>
          <w:rFonts w:ascii="Arial" w:hAnsi="Arial" w:cs="Arial"/>
        </w:rPr>
      </w:pPr>
    </w:p>
    <w:sectPr w:rsidR="009829BC" w:rsidRPr="00382976" w:rsidSect="003829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16D8A"/>
    <w:multiLevelType w:val="multilevel"/>
    <w:tmpl w:val="A27CF5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4F04772"/>
    <w:multiLevelType w:val="hybridMultilevel"/>
    <w:tmpl w:val="75B633C0"/>
    <w:lvl w:ilvl="0" w:tplc="D486AB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898"/>
    <w:rsid w:val="00146E0C"/>
    <w:rsid w:val="00232F2A"/>
    <w:rsid w:val="002344A4"/>
    <w:rsid w:val="00377ECA"/>
    <w:rsid w:val="00382976"/>
    <w:rsid w:val="004464A5"/>
    <w:rsid w:val="00511E39"/>
    <w:rsid w:val="00553BA3"/>
    <w:rsid w:val="00570251"/>
    <w:rsid w:val="00596379"/>
    <w:rsid w:val="00601F62"/>
    <w:rsid w:val="006B005B"/>
    <w:rsid w:val="007E1FDA"/>
    <w:rsid w:val="008115CB"/>
    <w:rsid w:val="00980641"/>
    <w:rsid w:val="009829BC"/>
    <w:rsid w:val="009960DA"/>
    <w:rsid w:val="009E11F0"/>
    <w:rsid w:val="00C94898"/>
    <w:rsid w:val="00CC6130"/>
    <w:rsid w:val="00CF2306"/>
    <w:rsid w:val="00E03720"/>
    <w:rsid w:val="00E160BA"/>
    <w:rsid w:val="00E4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89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60D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390</Words>
  <Characters>2223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2017-01-17T11:50:00Z</cp:lastPrinted>
  <dcterms:created xsi:type="dcterms:W3CDTF">2017-01-17T11:36:00Z</dcterms:created>
  <dcterms:modified xsi:type="dcterms:W3CDTF">2017-01-19T01:34:00Z</dcterms:modified>
</cp:coreProperties>
</file>